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BB3884" w:rsidP="00666CAE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66CAE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BB3884" w:rsidP="00666CAE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66CAE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BB3884" w:rsidP="00666CAE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66CAE">
              <w:rPr>
                <w:rStyle w:val="PlaceholderText"/>
                <w:noProof/>
              </w:rPr>
              <w:t>Coordinate Algebra Unit 2</w:t>
            </w:r>
            <w:r w:rsidR="004E5C00">
              <w:rPr>
                <w:rStyle w:val="PlaceholderText"/>
                <w:noProof/>
              </w:rPr>
              <w:t xml:space="preserve"> week 1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BB3884" w:rsidP="00666CAE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66CAE">
              <w:rPr>
                <w:rStyle w:val="PlaceholderText"/>
              </w:rPr>
              <w:t> </w:t>
            </w:r>
            <w:r w:rsidR="00666CAE">
              <w:rPr>
                <w:rStyle w:val="PlaceholderText"/>
              </w:rPr>
              <w:t> </w:t>
            </w:r>
            <w:r w:rsidR="00666CAE">
              <w:rPr>
                <w:rStyle w:val="PlaceholderText"/>
              </w:rPr>
              <w:t> </w:t>
            </w:r>
            <w:r w:rsidR="00666CAE">
              <w:rPr>
                <w:rStyle w:val="PlaceholderText"/>
              </w:rPr>
              <w:t> </w:t>
            </w:r>
            <w:r w:rsidR="00666CAE">
              <w:rPr>
                <w:rStyle w:val="PlaceholderText"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BB388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2D6F6B" w:rsidRPr="00D8707F" w:rsidRDefault="002D6F6B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BB3884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666CAE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BB3884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BB3884" w:rsidP="00BA690F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BA690F" w:rsidRPr="00BA690F">
              <w:rPr>
                <w:rStyle w:val="PlaceholderText"/>
                <w:noProof/>
                <w:sz w:val="22"/>
              </w:rPr>
              <w:t>•</w:t>
            </w:r>
            <w:r w:rsidR="00BA690F" w:rsidRPr="00BA690F">
              <w:rPr>
                <w:rStyle w:val="PlaceholderText"/>
                <w:noProof/>
                <w:sz w:val="22"/>
              </w:rPr>
              <w:tab/>
              <w:t>A-REI.3. Solve linear equations and inequalities in one variable, including equations with coefficients represented by letters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BB3884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BA690F" w:rsidRPr="00BA690F">
              <w:rPr>
                <w:rStyle w:val="PlaceholderText"/>
                <w:sz w:val="22"/>
              </w:rPr>
              <w:t>•</w:t>
            </w:r>
            <w:r w:rsidR="00BA690F" w:rsidRPr="00BA690F">
              <w:rPr>
                <w:rStyle w:val="PlaceholderText"/>
                <w:sz w:val="22"/>
              </w:rPr>
              <w:tab/>
              <w:t>A-REI.3. Solve linear equations and inequalities in one variable, including equations with coefficients represented by letters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BB3884" w:rsidP="00BA690F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BA690F" w:rsidRPr="00BA690F">
              <w:rPr>
                <w:rStyle w:val="PlaceholderText"/>
                <w:noProof/>
                <w:sz w:val="22"/>
              </w:rPr>
              <w:t>•</w:t>
            </w:r>
            <w:r w:rsidR="00BA690F" w:rsidRPr="00BA690F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BB3884" w:rsidP="00BA690F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BA690F" w:rsidRPr="00BA690F">
              <w:rPr>
                <w:rStyle w:val="PlaceholderText"/>
                <w:noProof/>
                <w:sz w:val="22"/>
              </w:rPr>
              <w:t>•</w:t>
            </w:r>
            <w:r w:rsidR="00BA690F" w:rsidRPr="00BA690F">
              <w:rPr>
                <w:rStyle w:val="PlaceholderText"/>
                <w:noProof/>
                <w:sz w:val="22"/>
              </w:rPr>
              <w:tab/>
              <w:t>A-REI.3. Solve linear equations and inequalities in one variable, including equations with coefficients represented by letters.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BB3884" w:rsidP="00BA690F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BA690F" w:rsidRPr="00BA690F">
              <w:rPr>
                <w:rStyle w:val="PlaceholderText"/>
                <w:noProof/>
                <w:sz w:val="22"/>
              </w:rPr>
              <w:t>•</w:t>
            </w:r>
            <w:r w:rsidR="00BA690F" w:rsidRPr="00BA690F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BB3884" w:rsidP="00CD083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D0830">
              <w:rPr>
                <w:rStyle w:val="PlaceholderText"/>
                <w:noProof/>
              </w:rPr>
              <w:t>What vocabulary will help us better understand equations?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BB3884" w:rsidP="00B4200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B42003" w:rsidRPr="00B42003">
              <w:rPr>
                <w:rStyle w:val="PlaceholderText"/>
                <w:noProof/>
              </w:rPr>
              <w:t>What vocabulary will help us better understand equations?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BB3884" w:rsidP="00B4200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B42003">
              <w:rPr>
                <w:rStyle w:val="PlaceholderText"/>
                <w:noProof/>
              </w:rPr>
              <w:t>What properties help us to solve equations?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BB3884" w:rsidP="00B4200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B42003">
              <w:rPr>
                <w:rStyle w:val="PlaceholderText"/>
                <w:noProof/>
              </w:rPr>
              <w:t>Which phone plan should Jaden choose and why?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BB3884" w:rsidP="00B4200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B42003">
              <w:rPr>
                <w:rStyle w:val="PlaceholderText"/>
              </w:rPr>
              <w:t>How would you describe your level of expertise in solving equations?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BB3884" w:rsidP="00100BD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00BD3">
              <w:rPr>
                <w:rStyle w:val="PlaceholderText"/>
                <w:noProof/>
              </w:rPr>
              <w:t>Find the number Venn Diagram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BB3884" w:rsidP="002D6F6B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D6F6B">
              <w:rPr>
                <w:noProof/>
                <w:sz w:val="22"/>
              </w:rPr>
              <w:t>Follow the rule</w:t>
            </w:r>
            <w:r w:rsidR="00CD0830">
              <w:rPr>
                <w:noProof/>
                <w:sz w:val="22"/>
              </w:rPr>
              <w:t xml:space="preserve"> activity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BB3884" w:rsidP="002D6F6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D6F6B">
              <w:rPr>
                <w:rStyle w:val="PlaceholderText"/>
                <w:noProof/>
              </w:rPr>
              <w:t>Property match 3</w:t>
            </w:r>
            <w:r w:rsidR="008132AD">
              <w:rPr>
                <w:rStyle w:val="PlaceholderText"/>
                <w:noProof/>
              </w:rPr>
              <w:t xml:space="preserve"> these will be the groups for stations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BB3884" w:rsidP="008132A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>
              <w:rPr>
                <w:rStyle w:val="PlaceholderText"/>
                <w:noProof/>
              </w:rPr>
              <w:t>Last chance for ppt pres. for students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BB3884" w:rsidP="008132A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>
              <w:rPr>
                <w:rStyle w:val="PlaceholderText"/>
                <w:noProof/>
              </w:rPr>
              <w:t>Find your partner card game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lastRenderedPageBreak/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BB3884" w:rsidP="002D6F6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D6F6B">
              <w:rPr>
                <w:rStyle w:val="PlaceholderText"/>
              </w:rPr>
              <w:t xml:space="preserve">Create a </w:t>
            </w:r>
            <w:proofErr w:type="spellStart"/>
            <w:r w:rsidR="002D6F6B">
              <w:rPr>
                <w:rStyle w:val="PlaceholderText"/>
              </w:rPr>
              <w:t>vocab</w:t>
            </w:r>
            <w:proofErr w:type="spellEnd"/>
            <w:r w:rsidR="002D6F6B">
              <w:rPr>
                <w:rStyle w:val="PlaceholderText"/>
              </w:rPr>
              <w:t xml:space="preserve"> </w:t>
            </w:r>
            <w:proofErr w:type="spellStart"/>
            <w:r w:rsidR="002D6F6B">
              <w:rPr>
                <w:rStyle w:val="PlaceholderText"/>
              </w:rPr>
              <w:t>ppt</w:t>
            </w:r>
            <w:proofErr w:type="spellEnd"/>
            <w:r w:rsidR="002D6F6B">
              <w:rPr>
                <w:rStyle w:val="PlaceholderText"/>
              </w:rPr>
              <w:t xml:space="preserve"> with two others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BB3884" w:rsidP="002D6F6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D6F6B">
              <w:rPr>
                <w:rStyle w:val="PlaceholderText"/>
                <w:noProof/>
              </w:rPr>
              <w:t>Vocab ppt continued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BB3884" w:rsidP="00C64C6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64C6D">
              <w:rPr>
                <w:rStyle w:val="PlaceholderText"/>
                <w:noProof/>
              </w:rPr>
              <w:t>Equation Stations Jumble ,magic square, sat elect,skeleton,seekand find, lesson1-5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BB3884" w:rsidP="008132A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>
              <w:rPr>
                <w:rStyle w:val="PlaceholderText"/>
                <w:noProof/>
              </w:rPr>
              <w:t>State task Jaden's phone plan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BB3884" w:rsidP="00CD083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D0830">
              <w:rPr>
                <w:rStyle w:val="PlaceholderText"/>
                <w:noProof/>
              </w:rPr>
              <w:t>Differentiated equations-need 5 levels for homework pass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2D6F6B" w:rsidRDefault="00BB3884" w:rsidP="002D6F6B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D6F6B">
              <w:rPr>
                <w:rStyle w:val="PlaceholderText"/>
                <w:noProof/>
              </w:rPr>
              <w:t>Assign hw</w:t>
            </w:r>
          </w:p>
          <w:p w:rsidR="00E14634" w:rsidRPr="00AC3EA9" w:rsidRDefault="002D6F6B" w:rsidP="002D6F6B">
            <w:pPr>
              <w:rPr>
                <w:sz w:val="22"/>
              </w:rPr>
            </w:pPr>
            <w:r>
              <w:rPr>
                <w:rStyle w:val="PlaceholderText"/>
                <w:noProof/>
              </w:rPr>
              <w:t>worksheet 37</w:t>
            </w:r>
            <w:r w:rsidR="00BB3884"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BB3884" w:rsidP="00FE216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E2160">
              <w:rPr>
                <w:rStyle w:val="PlaceholderText"/>
                <w:noProof/>
              </w:rPr>
              <w:t>Student Presentations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BB3884" w:rsidP="00FE216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E2160">
              <w:rPr>
                <w:rStyle w:val="PlaceholderText"/>
                <w:noProof/>
              </w:rPr>
              <w:t>Student Presentations continued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BB3884" w:rsidP="00CD083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D0830">
              <w:rPr>
                <w:rStyle w:val="PlaceholderText"/>
                <w:noProof/>
              </w:rPr>
              <w:t>What did you discover about Jaden's phone usage?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BB3884" w:rsidP="00CD0830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D0830">
              <w:rPr>
                <w:rStyle w:val="PlaceholderText"/>
                <w:noProof/>
              </w:rPr>
              <w:t>Celebration of success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B3884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CD0830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CD0830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B3884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BB3884" w:rsidP="00FE2160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E2160">
              <w:rPr>
                <w:rFonts w:eastAsia="MS Gothic"/>
                <w:noProof/>
                <w:sz w:val="22"/>
              </w:rPr>
              <w:t>EC worksheet 163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BB3884" w:rsidP="00CD0830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CD0830">
              <w:rPr>
                <w:rFonts w:eastAsia="MS Gothic"/>
                <w:noProof/>
                <w:sz w:val="22"/>
              </w:rPr>
              <w:t>EC Hamiltonian or Euler?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BB3884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BB3884" w:rsidP="00CD0830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CD0830">
              <w:rPr>
                <w:rFonts w:eastAsia="MS Gothic"/>
                <w:noProof/>
                <w:sz w:val="22"/>
              </w:rPr>
              <w:t>Student generated vocabulary unit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BB3884" w:rsidP="00BA690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BA690F">
              <w:rPr>
                <w:rFonts w:eastAsia="MS Gothic"/>
                <w:noProof/>
                <w:sz w:val="22"/>
              </w:rPr>
              <w:t>HW check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BB3884" w:rsidP="00CD0830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CD0830">
              <w:rPr>
                <w:rFonts w:eastAsia="MS Gothic"/>
                <w:noProof/>
                <w:sz w:val="22"/>
              </w:rPr>
              <w:t>Teacher/Student Questions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BB3884" w:rsidP="00BA690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BA690F">
              <w:rPr>
                <w:rFonts w:eastAsia="MS Gothic"/>
                <w:noProof/>
                <w:sz w:val="22"/>
              </w:rPr>
              <w:t>HW check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D0830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B3884" w:rsidP="002D6F6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BB3884" w:rsidP="008132AD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 w:rsidRPr="008132AD">
              <w:rPr>
                <w:rStyle w:val="PlaceholderText"/>
                <w:noProof/>
              </w:rPr>
              <w:t>worksheet 37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8132AD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>
              <w:rPr>
                <w:rStyle w:val="PlaceholderText"/>
              </w:rPr>
              <w:t> </w:t>
            </w:r>
            <w:r w:rsidR="008132AD">
              <w:rPr>
                <w:rStyle w:val="PlaceholderText"/>
              </w:rPr>
              <w:t> </w:t>
            </w:r>
            <w:r w:rsidR="008132AD">
              <w:rPr>
                <w:rStyle w:val="PlaceholderText"/>
              </w:rPr>
              <w:t> </w:t>
            </w:r>
            <w:r w:rsidR="008132AD">
              <w:rPr>
                <w:rStyle w:val="PlaceholderText"/>
              </w:rPr>
              <w:t> </w:t>
            </w:r>
            <w:r w:rsidR="008132AD">
              <w:rPr>
                <w:rStyle w:val="PlaceholderText"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8132AD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132AD">
              <w:rPr>
                <w:rStyle w:val="PlaceholderText"/>
                <w:noProof/>
              </w:rPr>
              <w:t>What is it coloring sheet</w:t>
            </w:r>
            <w:r w:rsidR="00CD0830">
              <w:rPr>
                <w:rStyle w:val="PlaceholderText"/>
                <w:noProof/>
              </w:rPr>
              <w:t xml:space="preserve"> TECH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BB3884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B3884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CAB" w:rsidRDefault="00236CAB" w:rsidP="00EE24E8">
      <w:r>
        <w:separator/>
      </w:r>
    </w:p>
  </w:endnote>
  <w:endnote w:type="continuationSeparator" w:id="0">
    <w:p w:rsidR="00236CAB" w:rsidRDefault="00236CAB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F6B" w:rsidRPr="00EE24E8" w:rsidRDefault="002D6F6B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4E5C00">
      <w:rPr>
        <w:b/>
        <w:i/>
        <w:noProof/>
        <w:sz w:val="20"/>
        <w:szCs w:val="20"/>
      </w:rPr>
      <w:t>1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CAB" w:rsidRDefault="00236CAB" w:rsidP="00EE24E8">
      <w:r>
        <w:separator/>
      </w:r>
    </w:p>
  </w:footnote>
  <w:footnote w:type="continuationSeparator" w:id="0">
    <w:p w:rsidR="00236CAB" w:rsidRDefault="00236CAB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04CC"/>
    <w:rsid w:val="000D5E5E"/>
    <w:rsid w:val="00100BD3"/>
    <w:rsid w:val="00172F01"/>
    <w:rsid w:val="001E408C"/>
    <w:rsid w:val="00236CAB"/>
    <w:rsid w:val="0025060A"/>
    <w:rsid w:val="00281535"/>
    <w:rsid w:val="002836B2"/>
    <w:rsid w:val="002A1278"/>
    <w:rsid w:val="002D6F6B"/>
    <w:rsid w:val="003465A0"/>
    <w:rsid w:val="00424BE8"/>
    <w:rsid w:val="00454EC8"/>
    <w:rsid w:val="004E5C00"/>
    <w:rsid w:val="004F1B15"/>
    <w:rsid w:val="00555B72"/>
    <w:rsid w:val="00584030"/>
    <w:rsid w:val="00596188"/>
    <w:rsid w:val="005D476F"/>
    <w:rsid w:val="00625D4C"/>
    <w:rsid w:val="00666CAE"/>
    <w:rsid w:val="00681418"/>
    <w:rsid w:val="00791AF4"/>
    <w:rsid w:val="007A3B87"/>
    <w:rsid w:val="007F5094"/>
    <w:rsid w:val="008132AD"/>
    <w:rsid w:val="00876BA1"/>
    <w:rsid w:val="00953A35"/>
    <w:rsid w:val="00977842"/>
    <w:rsid w:val="009B248F"/>
    <w:rsid w:val="009E7A9A"/>
    <w:rsid w:val="00A01929"/>
    <w:rsid w:val="00A951FD"/>
    <w:rsid w:val="00AC3EA9"/>
    <w:rsid w:val="00B42003"/>
    <w:rsid w:val="00B83514"/>
    <w:rsid w:val="00BA690F"/>
    <w:rsid w:val="00BB3884"/>
    <w:rsid w:val="00C025B0"/>
    <w:rsid w:val="00C64C6D"/>
    <w:rsid w:val="00CB4338"/>
    <w:rsid w:val="00CD0830"/>
    <w:rsid w:val="00CF11DB"/>
    <w:rsid w:val="00D23197"/>
    <w:rsid w:val="00D8074F"/>
    <w:rsid w:val="00D8707F"/>
    <w:rsid w:val="00DD7ADD"/>
    <w:rsid w:val="00DE40A9"/>
    <w:rsid w:val="00DF44AF"/>
    <w:rsid w:val="00E14634"/>
    <w:rsid w:val="00E36519"/>
    <w:rsid w:val="00EC32BF"/>
    <w:rsid w:val="00EC346E"/>
    <w:rsid w:val="00EE24E8"/>
    <w:rsid w:val="00F3273E"/>
    <w:rsid w:val="00FE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780B7-548A-499A-8C57-7CF0524D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8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5</cp:revision>
  <cp:lastPrinted>2011-06-28T13:15:00Z</cp:lastPrinted>
  <dcterms:created xsi:type="dcterms:W3CDTF">2012-06-07T14:31:00Z</dcterms:created>
  <dcterms:modified xsi:type="dcterms:W3CDTF">2012-06-07T14:42:00Z</dcterms:modified>
</cp:coreProperties>
</file>